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A1" w:rsidRPr="00E4400E" w:rsidRDefault="00D25DA1" w:rsidP="00DB4C39">
      <w:pPr>
        <w:rPr>
          <w:rFonts w:ascii="黑体" w:eastAsia="黑体" w:hAnsi="宋体" w:cs="宋体"/>
          <w:kern w:val="0"/>
          <w:sz w:val="32"/>
          <w:szCs w:val="32"/>
        </w:rPr>
      </w:pP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Pr="00E4400E">
        <w:rPr>
          <w:rFonts w:ascii="黑体" w:eastAsia="黑体" w:hAnsi="宋体" w:cs="宋体"/>
          <w:kern w:val="0"/>
          <w:sz w:val="32"/>
          <w:szCs w:val="32"/>
        </w:rPr>
        <w:t>3</w:t>
      </w: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：</w:t>
      </w:r>
    </w:p>
    <w:p w:rsidR="00D25DA1" w:rsidRPr="00A84357" w:rsidRDefault="00D25DA1" w:rsidP="00DB4C39">
      <w:pPr>
        <w:jc w:val="center"/>
        <w:rPr>
          <w:rFonts w:ascii="方正小标宋简体" w:eastAsia="方正小标宋简体"/>
          <w:sz w:val="36"/>
          <w:szCs w:val="36"/>
        </w:rPr>
      </w:pPr>
      <w:r w:rsidRPr="00A84357">
        <w:rPr>
          <w:rFonts w:ascii="方正小标宋简体" w:eastAsia="方正小标宋简体"/>
          <w:sz w:val="36"/>
          <w:szCs w:val="36"/>
        </w:rPr>
        <w:t>2016</w:t>
      </w:r>
      <w:r w:rsidRPr="00A84357">
        <w:rPr>
          <w:rFonts w:ascii="方正小标宋简体" w:eastAsia="方正小标宋简体" w:hint="eastAsia"/>
          <w:sz w:val="36"/>
          <w:szCs w:val="36"/>
        </w:rPr>
        <w:t>年度齐鲁师范学院教学改革研究项目</w:t>
      </w:r>
      <w:r>
        <w:rPr>
          <w:rFonts w:ascii="方正小标宋简体" w:eastAsia="方正小标宋简体" w:hint="eastAsia"/>
          <w:sz w:val="36"/>
          <w:szCs w:val="36"/>
        </w:rPr>
        <w:t>申报</w:t>
      </w:r>
      <w:r w:rsidRPr="00A84357">
        <w:rPr>
          <w:rFonts w:ascii="方正小标宋简体" w:eastAsia="方正小标宋简体" w:hint="eastAsia"/>
          <w:sz w:val="36"/>
          <w:szCs w:val="36"/>
        </w:rPr>
        <w:t>汇总表</w:t>
      </w:r>
    </w:p>
    <w:p w:rsidR="00D25DA1" w:rsidRPr="00E4400E" w:rsidRDefault="00D25DA1" w:rsidP="004101AC">
      <w:pPr>
        <w:spacing w:line="580" w:lineRule="exact"/>
        <w:ind w:firstLineChars="450" w:firstLine="31680"/>
        <w:rPr>
          <w:rFonts w:ascii="汉仪书宋一简" w:eastAsia="汉仪书宋一简"/>
          <w:szCs w:val="21"/>
        </w:rPr>
      </w:pPr>
      <w:r w:rsidRPr="00E4400E">
        <w:rPr>
          <w:rFonts w:ascii="汉仪书宋一简" w:eastAsia="汉仪书宋一简" w:hAnsi="宋体" w:cs="宋体" w:hint="eastAsia"/>
          <w:kern w:val="0"/>
          <w:szCs w:val="21"/>
        </w:rPr>
        <w:t>推荐</w:t>
      </w:r>
      <w:r>
        <w:rPr>
          <w:rFonts w:ascii="汉仪书宋一简" w:eastAsia="汉仪书宋一简" w:hAnsi="宋体" w:cs="宋体" w:hint="eastAsia"/>
          <w:kern w:val="0"/>
          <w:szCs w:val="21"/>
        </w:rPr>
        <w:t>学院</w:t>
      </w:r>
      <w:r w:rsidRPr="00E4400E">
        <w:rPr>
          <w:rFonts w:ascii="汉仪书宋一简" w:eastAsia="汉仪书宋一简" w:hAnsi="宋体" w:cs="宋体"/>
          <w:kern w:val="0"/>
          <w:szCs w:val="21"/>
        </w:rPr>
        <w:t>(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盖章</w:t>
      </w:r>
      <w:r w:rsidRPr="00E4400E">
        <w:rPr>
          <w:rFonts w:ascii="汉仪书宋一简" w:eastAsia="汉仪书宋一简" w:hAnsi="宋体" w:cs="宋体"/>
          <w:kern w:val="0"/>
          <w:szCs w:val="21"/>
        </w:rPr>
        <w:t>)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：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                                             </w:t>
      </w:r>
      <w:r>
        <w:rPr>
          <w:rFonts w:ascii="汉仪书宋一简" w:eastAsia="汉仪书宋一简" w:hAnsi="宋体" w:cs="宋体"/>
          <w:kern w:val="0"/>
          <w:szCs w:val="21"/>
        </w:rPr>
        <w:t xml:space="preserve">                    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填报日期：</w:t>
      </w:r>
      <w:r w:rsidRPr="00E4400E">
        <w:rPr>
          <w:rFonts w:ascii="汉仪书宋一简" w:eastAsia="汉仪书宋一简" w:hAnsi="宋体" w:cs="宋体"/>
          <w:kern w:val="0"/>
          <w:szCs w:val="21"/>
        </w:rPr>
        <w:t>201</w:t>
      </w:r>
      <w:r>
        <w:rPr>
          <w:rFonts w:ascii="汉仪书宋一简" w:eastAsia="汉仪书宋一简" w:hAnsi="宋体" w:cs="宋体"/>
          <w:kern w:val="0"/>
          <w:szCs w:val="21"/>
        </w:rPr>
        <w:t>6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年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月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日</w:t>
      </w:r>
    </w:p>
    <w:tbl>
      <w:tblPr>
        <w:tblW w:w="11757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1341"/>
        <w:gridCol w:w="3060"/>
        <w:gridCol w:w="1800"/>
        <w:gridCol w:w="1656"/>
        <w:gridCol w:w="1272"/>
      </w:tblGrid>
      <w:tr w:rsidR="00D25DA1" w:rsidRPr="00974D2D" w:rsidTr="004101AC">
        <w:trPr>
          <w:trHeight w:val="813"/>
        </w:trPr>
        <w:tc>
          <w:tcPr>
            <w:tcW w:w="2628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341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主持人</w:t>
            </w:r>
            <w:r w:rsidRPr="00E4400E">
              <w:rPr>
                <w:rFonts w:ascii="汉仪书宋一简" w:eastAsia="汉仪书宋一简" w:hAnsi="宋体" w:cs="宋体"/>
                <w:kern w:val="0"/>
                <w:szCs w:val="21"/>
              </w:rPr>
              <w:t xml:space="preserve">   </w:t>
            </w:r>
          </w:p>
        </w:tc>
        <w:tc>
          <w:tcPr>
            <w:tcW w:w="3060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6F2223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项目组</w:t>
            </w:r>
            <w:r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</w:t>
            </w:r>
            <w:r w:rsidRPr="006F2223">
              <w:rPr>
                <w:rFonts w:ascii="汉仪书宋一简" w:eastAsia="汉仪书宋一简" w:hAnsi="宋体" w:cs="宋体" w:hint="eastAsia"/>
                <w:kern w:val="0"/>
                <w:szCs w:val="21"/>
              </w:rPr>
              <w:t>要成员</w:t>
            </w:r>
          </w:p>
        </w:tc>
        <w:tc>
          <w:tcPr>
            <w:tcW w:w="1800" w:type="dxa"/>
            <w:vAlign w:val="center"/>
          </w:tcPr>
          <w:p w:rsidR="00D25DA1" w:rsidRPr="00E4400E" w:rsidRDefault="00D25DA1" w:rsidP="006F2223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专业技术职务</w:t>
            </w:r>
          </w:p>
        </w:tc>
        <w:tc>
          <w:tcPr>
            <w:tcW w:w="1656" w:type="dxa"/>
            <w:vAlign w:val="center"/>
          </w:tcPr>
          <w:p w:rsidR="00D25DA1" w:rsidRPr="00E4400E" w:rsidRDefault="00D25DA1" w:rsidP="006F2223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272" w:type="dxa"/>
            <w:vAlign w:val="center"/>
          </w:tcPr>
          <w:p w:rsidR="00D25DA1" w:rsidRPr="00230243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备注</w:t>
            </w:r>
          </w:p>
        </w:tc>
      </w:tr>
      <w:tr w:rsidR="00D25DA1" w:rsidRPr="00974D2D" w:rsidTr="004101AC">
        <w:trPr>
          <w:trHeight w:hRule="exact" w:val="786"/>
        </w:trPr>
        <w:tc>
          <w:tcPr>
            <w:tcW w:w="262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1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06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56" w:type="dxa"/>
          </w:tcPr>
          <w:p w:rsidR="00D25DA1" w:rsidRPr="00230243" w:rsidRDefault="00D25DA1" w:rsidP="006F2223">
            <w:pPr>
              <w:spacing w:line="400" w:lineRule="exact"/>
              <w:ind w:left="27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272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25DA1" w:rsidRPr="00974D2D" w:rsidTr="004101AC">
        <w:trPr>
          <w:trHeight w:hRule="exact" w:val="786"/>
        </w:trPr>
        <w:tc>
          <w:tcPr>
            <w:tcW w:w="262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341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06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80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56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272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</w:tr>
    </w:tbl>
    <w:p w:rsidR="00D25DA1" w:rsidRDefault="00D25DA1">
      <w:bookmarkStart w:id="0" w:name="_GoBack"/>
      <w:bookmarkEnd w:id="0"/>
    </w:p>
    <w:sectPr w:rsidR="00D25DA1" w:rsidSect="00DB4C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DA1" w:rsidRDefault="00D25DA1" w:rsidP="00DB4C39">
      <w:r>
        <w:separator/>
      </w:r>
    </w:p>
  </w:endnote>
  <w:endnote w:type="continuationSeparator" w:id="0">
    <w:p w:rsidR="00D25DA1" w:rsidRDefault="00D25DA1" w:rsidP="00DB4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DA1" w:rsidRDefault="00D25D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DA1" w:rsidRDefault="00D25D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DA1" w:rsidRDefault="00D25D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DA1" w:rsidRDefault="00D25DA1" w:rsidP="00DB4C39">
      <w:r>
        <w:separator/>
      </w:r>
    </w:p>
  </w:footnote>
  <w:footnote w:type="continuationSeparator" w:id="0">
    <w:p w:rsidR="00D25DA1" w:rsidRDefault="00D25DA1" w:rsidP="00DB4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DA1" w:rsidRDefault="00D25D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DA1" w:rsidRDefault="00D25DA1" w:rsidP="004101A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DA1" w:rsidRDefault="00D25D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596"/>
    <w:rsid w:val="00022503"/>
    <w:rsid w:val="000327B6"/>
    <w:rsid w:val="00096596"/>
    <w:rsid w:val="000A3C3F"/>
    <w:rsid w:val="000F1778"/>
    <w:rsid w:val="00192BEC"/>
    <w:rsid w:val="001F21BC"/>
    <w:rsid w:val="00230243"/>
    <w:rsid w:val="00281639"/>
    <w:rsid w:val="002A73BB"/>
    <w:rsid w:val="004064FE"/>
    <w:rsid w:val="004101AC"/>
    <w:rsid w:val="00451D11"/>
    <w:rsid w:val="00476890"/>
    <w:rsid w:val="0050133E"/>
    <w:rsid w:val="006362C3"/>
    <w:rsid w:val="00662E69"/>
    <w:rsid w:val="00673896"/>
    <w:rsid w:val="006F2223"/>
    <w:rsid w:val="00707BB6"/>
    <w:rsid w:val="0072163D"/>
    <w:rsid w:val="00734B2F"/>
    <w:rsid w:val="007D5661"/>
    <w:rsid w:val="00802AAE"/>
    <w:rsid w:val="00864088"/>
    <w:rsid w:val="008A4804"/>
    <w:rsid w:val="008D0FAE"/>
    <w:rsid w:val="00921CF1"/>
    <w:rsid w:val="00957AD2"/>
    <w:rsid w:val="00974D2D"/>
    <w:rsid w:val="00A15448"/>
    <w:rsid w:val="00A3573D"/>
    <w:rsid w:val="00A84357"/>
    <w:rsid w:val="00A849F9"/>
    <w:rsid w:val="00AD2AD3"/>
    <w:rsid w:val="00C00197"/>
    <w:rsid w:val="00C25B23"/>
    <w:rsid w:val="00C52E1E"/>
    <w:rsid w:val="00C75516"/>
    <w:rsid w:val="00CD7039"/>
    <w:rsid w:val="00D25DA1"/>
    <w:rsid w:val="00D57DD5"/>
    <w:rsid w:val="00D7605B"/>
    <w:rsid w:val="00D977C8"/>
    <w:rsid w:val="00DB4C39"/>
    <w:rsid w:val="00E4400E"/>
    <w:rsid w:val="00FC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C3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B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4C3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B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4C3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27</Words>
  <Characters>154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JWC</cp:lastModifiedBy>
  <cp:revision>15</cp:revision>
  <dcterms:created xsi:type="dcterms:W3CDTF">2014-11-12T02:33:00Z</dcterms:created>
  <dcterms:modified xsi:type="dcterms:W3CDTF">2016-04-26T01:27:00Z</dcterms:modified>
</cp:coreProperties>
</file>